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E57B15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C6353" w:rsidRPr="009C6353">
        <w:rPr>
          <w:rFonts w:eastAsia="Times New Roman" w:cs="Times New Roman"/>
          <w:b/>
          <w:lang w:eastAsia="cs-CZ"/>
        </w:rPr>
        <w:t>Plánované opravy, prohlídky a údržba speciálních vozidel pro údržbu TV 2025/2026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C635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C635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499D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4613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C6353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674613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2</Pages>
  <Words>470</Words>
  <Characters>2777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13</cp:revision>
  <cp:lastPrinted>2017-11-28T17:18:00Z</cp:lastPrinted>
  <dcterms:created xsi:type="dcterms:W3CDTF">2023-11-16T10:29:00Z</dcterms:created>
  <dcterms:modified xsi:type="dcterms:W3CDTF">2024-11-08T10:14:00Z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